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21" w:rsidRDefault="00C43A21" w:rsidP="009C5306">
      <w:pPr>
        <w:rPr>
          <w:rFonts w:ascii="Cambria" w:hAnsi="Cambria"/>
        </w:rPr>
      </w:pPr>
      <w:r>
        <w:rPr>
          <w:rFonts w:ascii="Cambria" w:hAnsi="Cambria"/>
          <w:noProof/>
        </w:rPr>
        <w:pict>
          <v:group id="_x0000_s1043" style="position:absolute;margin-left:1.65pt;margin-top:-8.25pt;width:534.6pt;height:63pt;z-index:251658240" coordorigin="753,555" coordsize="10152,1260">
            <v:group id="_x0000_s1044" style="position:absolute;left:1410;top:555;width:9495;height:1260" coordorigin="1410,555" coordsize="9495,1260">
              <v:rect id="_x0000_s1045" style="position:absolute;left:1410;top:555;width:9495;height:1260" filled="f" stroked="f">
                <v:textbox style="mso-next-textbox:#_x0000_s1045">
                  <w:txbxContent>
                    <w:p w:rsidR="00C43A21" w:rsidRPr="0021511C" w:rsidRDefault="00C43A21" w:rsidP="00C43A21">
                      <w:pPr>
                        <w:tabs>
                          <w:tab w:val="right" w:pos="5580"/>
                          <w:tab w:val="right" w:pos="963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C351FC">
                          <w:rPr>
                            <w:noProof/>
                          </w:rPr>
                          <w:t>HW44_Perimeter and Area (update)</w:t>
                        </w:r>
                      </w:fldSimple>
                    </w:p>
                    <w:p w:rsidR="00C43A21" w:rsidRPr="00311F19" w:rsidRDefault="00C43A21" w:rsidP="00C43A21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rPr>
                          <w:i/>
                          <w:u w:val="single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Mr. Tiénou-Gustafson, Mr. Bielmeier</w:t>
                      </w:r>
                    </w:p>
                    <w:p w:rsidR="00C43A21" w:rsidRPr="0021511C" w:rsidRDefault="00C43A21" w:rsidP="00C43A21">
                      <w:pPr>
                        <w:pStyle w:val="Header"/>
                        <w:tabs>
                          <w:tab w:val="right" w:pos="2790"/>
                        </w:tabs>
                        <w:rPr>
                          <w:lang w:val="en-US"/>
                        </w:rPr>
                      </w:pPr>
                      <w:r>
                        <w:t>Geometry</w:t>
                      </w:r>
                      <w:r w:rsidRPr="0021511C">
                        <w:t xml:space="preserve">, </w:t>
                      </w:r>
                      <w:r w:rsidRPr="0021511C">
                        <w:rPr>
                          <w:lang w:val="en-US"/>
                        </w:rPr>
                        <w:t>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C43A21" w:rsidRPr="0021511C" w:rsidRDefault="00C43A21" w:rsidP="00C43A21">
                      <w:pPr>
                        <w:tabs>
                          <w:tab w:val="right" w:pos="279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Tue, Oct 27, 2014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46" style="position:absolute;left:8985;top:900;width:1755;height:780" arcsize="10923f">
                <v:shadow on="t"/>
                <v:textbox style="mso-next-textbox:#_x0000_s1046" inset=",0,,0">
                  <w:txbxContent>
                    <w:p w:rsidR="00C43A21" w:rsidRPr="001B09FE" w:rsidRDefault="00C43A21" w:rsidP="00C43A2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C43A21" w:rsidRPr="001B09FE" w:rsidRDefault="00C43A21" w:rsidP="00C43A2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7" type="#_x0000_t75" style="position:absolute;left:753;top:672;width:756;height:1008">
              <v:imagedata r:id="rId7" o:title="El Mate Vive"/>
            </v:shape>
          </v:group>
        </w:pict>
      </w: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D67C30" w:rsidRDefault="009C5306" w:rsidP="009C5306">
      <w:pPr>
        <w:outlineLvl w:val="0"/>
        <w:rPr>
          <w:rFonts w:ascii="Calibri" w:hAnsi="Calibri" w:cs="Cambria"/>
          <w:b/>
          <w:sz w:val="22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</w:t>
      </w:r>
      <w:r w:rsidRPr="001C2A6E">
        <w:rPr>
          <w:rFonts w:ascii="Calibri" w:hAnsi="Calibri" w:cs="Cambria"/>
          <w:b/>
          <w:sz w:val="22"/>
        </w:rPr>
        <w:t>complete</w:t>
      </w:r>
      <w:r w:rsidRPr="0040113D">
        <w:rPr>
          <w:rFonts w:ascii="Calibri" w:hAnsi="Calibri" w:cs="Cambria"/>
          <w:b/>
          <w:sz w:val="22"/>
        </w:rPr>
        <w:t xml:space="preserve"> sentences will result in a LaSalle</w:t>
      </w:r>
      <w:proofErr w:type="gramStart"/>
      <w:r w:rsidRPr="0040113D">
        <w:rPr>
          <w:rFonts w:ascii="Calibri" w:hAnsi="Calibri" w:cs="Cambria"/>
          <w:b/>
          <w:sz w:val="22"/>
        </w:rPr>
        <w:t xml:space="preserve">. </w:t>
      </w:r>
      <w:r w:rsidR="003744C6">
        <w:rPr>
          <w:rFonts w:ascii="Calibri" w:hAnsi="Calibri" w:cs="Cambria"/>
          <w:b/>
          <w:sz w:val="22"/>
        </w:rPr>
        <w:t xml:space="preserve">  </w:t>
      </w:r>
      <w:proofErr w:type="gramEnd"/>
      <w:r w:rsidR="003744C6" w:rsidRPr="003744C6">
        <w:rPr>
          <w:rFonts w:ascii="Calibri" w:hAnsi="Calibri" w:cs="Cambria"/>
          <w:b/>
          <w:i/>
          <w:sz w:val="22"/>
          <w:u w:val="single"/>
        </w:rPr>
        <w:t>Round to hundredths!</w:t>
      </w:r>
    </w:p>
    <w:tbl>
      <w:tblPr>
        <w:tblW w:w="10902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7"/>
        <w:gridCol w:w="5755"/>
      </w:tblGrid>
      <w:tr w:rsidR="00D67C30" w:rsidRPr="001544C5" w:rsidTr="00B3256E">
        <w:tc>
          <w:tcPr>
            <w:tcW w:w="5147" w:type="dxa"/>
          </w:tcPr>
          <w:p w:rsidR="00D67C30" w:rsidRPr="001544C5" w:rsidRDefault="00D67C30" w:rsidP="00C023C7">
            <w:p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>1) A square garden has a side measuring 22ft.  How much fence is needed to enclose the garden?</w:t>
            </w:r>
          </w:p>
          <w:p w:rsidR="00D67C30" w:rsidRPr="001544C5" w:rsidRDefault="00D67C30" w:rsidP="00C023C7">
            <w:pPr>
              <w:rPr>
                <w:rFonts w:ascii="Calibri" w:hAnsi="Calibri" w:cs="Calibri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</w:rPr>
            </w:pPr>
          </w:p>
          <w:p w:rsidR="00D67C30" w:rsidRPr="001544C5" w:rsidRDefault="00D67C30" w:rsidP="00D67C30">
            <w:pPr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 44ft</w:t>
            </w:r>
          </w:p>
          <w:p w:rsidR="00D67C30" w:rsidRPr="001544C5" w:rsidRDefault="00D67C30" w:rsidP="00D67C30">
            <w:pPr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 88ft</w:t>
            </w:r>
          </w:p>
          <w:p w:rsidR="00D67C30" w:rsidRPr="001544C5" w:rsidRDefault="00D67C30" w:rsidP="00D67C30">
            <w:pPr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 484ft</w:t>
            </w:r>
          </w:p>
          <w:p w:rsidR="00D67C30" w:rsidRPr="001544C5" w:rsidRDefault="00D67C30" w:rsidP="00D67C30">
            <w:pPr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 484ft</w:t>
            </w:r>
            <w:r w:rsidRPr="001544C5">
              <w:rPr>
                <w:rFonts w:ascii="Calibri" w:hAnsi="Calibri" w:cs="Calibri"/>
                <w:vertAlign w:val="superscript"/>
              </w:rPr>
              <w:t>2</w:t>
            </w: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755" w:type="dxa"/>
          </w:tcPr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>2) Find the perimeter and area of the figure. If necessary, round to the nearest tenth.</w:t>
            </w:r>
          </w:p>
          <w:p w:rsidR="00D67C30" w:rsidRPr="001544C5" w:rsidRDefault="00933099" w:rsidP="00C023C7">
            <w:pPr>
              <w:spacing w:line="276" w:lineRule="auto"/>
              <w:jc w:val="center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409700" cy="12668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7C30" w:rsidRPr="001544C5" w:rsidRDefault="00D67C30" w:rsidP="00C023C7">
            <w:pPr>
              <w:spacing w:line="276" w:lineRule="auto"/>
              <w:jc w:val="center"/>
              <w:outlineLvl w:val="0"/>
              <w:rPr>
                <w:rFonts w:ascii="Calibri" w:hAnsi="Calibri" w:cs="Calibri"/>
              </w:rPr>
            </w:pP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>Perimeter: _______             Area: _______</w:t>
            </w:r>
          </w:p>
        </w:tc>
      </w:tr>
      <w:tr w:rsidR="00D67C30" w:rsidRPr="001544C5" w:rsidTr="00B3256E">
        <w:tc>
          <w:tcPr>
            <w:tcW w:w="5147" w:type="dxa"/>
          </w:tcPr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szCs w:val="16"/>
              </w:rPr>
            </w:pPr>
            <w:r w:rsidRPr="001544C5">
              <w:rPr>
                <w:rFonts w:ascii="Calibri" w:hAnsi="Calibri" w:cs="Calibri"/>
                <w:szCs w:val="16"/>
              </w:rPr>
              <w:t xml:space="preserve">3) Marble floor tiles are each 1-foot square. What is the minimum number of these tiles needed to tile the entire floor of a 10-foot-by-16-foot rectangular kitchen and </w:t>
            </w:r>
            <w:proofErr w:type="gramStart"/>
            <w:r w:rsidRPr="001544C5">
              <w:rPr>
                <w:rFonts w:ascii="Calibri" w:hAnsi="Calibri" w:cs="Calibri"/>
                <w:szCs w:val="16"/>
              </w:rPr>
              <w:t>a</w:t>
            </w:r>
            <w:proofErr w:type="gramEnd"/>
            <w:r w:rsidRPr="001544C5">
              <w:rPr>
                <w:rFonts w:ascii="Calibri" w:hAnsi="Calibri" w:cs="Calibri"/>
                <w:szCs w:val="16"/>
              </w:rPr>
              <w:t xml:space="preserve"> 11-foot-by-5-foot dining room?</w:t>
            </w: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755" w:type="dxa"/>
          </w:tcPr>
          <w:p w:rsidR="00D67C30" w:rsidRPr="001544C5" w:rsidRDefault="00D67C30" w:rsidP="00E518B6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1544C5">
              <w:rPr>
                <w:rFonts w:ascii="Calibri" w:hAnsi="Calibri" w:cs="Calibri"/>
                <w:szCs w:val="26"/>
              </w:rPr>
              <w:t xml:space="preserve">4) A rectangle has a perimeter of 8 units. If the </w:t>
            </w:r>
            <w:r w:rsidR="00E518B6">
              <w:rPr>
                <w:rFonts w:ascii="Calibri" w:hAnsi="Calibri" w:cs="Calibri"/>
                <w:szCs w:val="26"/>
              </w:rPr>
              <w:t>width</w:t>
            </w:r>
            <w:r w:rsidRPr="001544C5">
              <w:rPr>
                <w:rFonts w:ascii="Calibri" w:hAnsi="Calibri" w:cs="Calibri"/>
                <w:szCs w:val="26"/>
              </w:rPr>
              <w:t xml:space="preserve"> of a rectangle is 1/3 as long as the </w:t>
            </w:r>
            <w:r w:rsidR="00E518B6">
              <w:rPr>
                <w:rFonts w:ascii="Calibri" w:hAnsi="Calibri" w:cs="Calibri"/>
                <w:szCs w:val="26"/>
              </w:rPr>
              <w:t>length</w:t>
            </w:r>
            <w:r w:rsidRPr="001544C5">
              <w:rPr>
                <w:rFonts w:ascii="Calibri" w:hAnsi="Calibri" w:cs="Calibri"/>
                <w:szCs w:val="26"/>
              </w:rPr>
              <w:t>, what is the length and width of the rectangle?</w:t>
            </w:r>
          </w:p>
        </w:tc>
      </w:tr>
      <w:tr w:rsidR="00D67C30" w:rsidRPr="001544C5" w:rsidTr="00B3256E">
        <w:tc>
          <w:tcPr>
            <w:tcW w:w="5147" w:type="dxa"/>
          </w:tcPr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 xml:space="preserve">5) You are planting grass on a square plot of land. You are also building a fence around the edge of the plot. The side length of the plot is 54 </w:t>
            </w:r>
            <w:r w:rsidR="00E518B6">
              <w:rPr>
                <w:rFonts w:ascii="Calibri" w:hAnsi="Calibri" w:cs="Calibri"/>
              </w:rPr>
              <w:t>feet</w:t>
            </w:r>
            <w:r w:rsidRPr="001544C5">
              <w:rPr>
                <w:rFonts w:ascii="Calibri" w:hAnsi="Calibri" w:cs="Calibri"/>
              </w:rPr>
              <w:t xml:space="preserve">. </w:t>
            </w: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D67C30" w:rsidRPr="001544C5" w:rsidRDefault="00D67C30" w:rsidP="00D67C30">
            <w:pPr>
              <w:numPr>
                <w:ilvl w:val="0"/>
                <w:numId w:val="24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>How much area do you need to cover with grass seed?</w:t>
            </w:r>
            <w:r w:rsidRPr="001544C5">
              <w:rPr>
                <w:rFonts w:ascii="Calibri" w:hAnsi="Calibri" w:cs="Calibri"/>
              </w:rPr>
              <w:br/>
            </w:r>
            <w:r w:rsidRPr="001544C5">
              <w:rPr>
                <w:rFonts w:ascii="Calibri" w:hAnsi="Calibri" w:cs="Calibri"/>
              </w:rPr>
              <w:br/>
            </w:r>
          </w:p>
          <w:p w:rsidR="00D67C30" w:rsidRPr="001544C5" w:rsidRDefault="00D67C30" w:rsidP="00D67C30">
            <w:pPr>
              <w:numPr>
                <w:ilvl w:val="0"/>
                <w:numId w:val="24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w:r w:rsidRPr="001544C5">
              <w:rPr>
                <w:rFonts w:ascii="Calibri" w:hAnsi="Calibri" w:cs="Calibri"/>
              </w:rPr>
              <w:t>How many feet of fencing</w:t>
            </w:r>
            <w:r w:rsidR="00B3256E">
              <w:rPr>
                <w:rFonts w:ascii="Calibri" w:hAnsi="Calibri" w:cs="Calibri"/>
              </w:rPr>
              <w:t xml:space="preserve"> do you need?</w:t>
            </w:r>
            <w:r w:rsidR="00B3256E">
              <w:rPr>
                <w:rFonts w:ascii="Calibri" w:hAnsi="Calibri" w:cs="Calibri"/>
              </w:rPr>
              <w:br/>
            </w:r>
            <w:r w:rsidRPr="001544C5">
              <w:rPr>
                <w:rFonts w:ascii="Calibri" w:hAnsi="Calibri" w:cs="Calibri"/>
              </w:rPr>
              <w:br/>
            </w:r>
          </w:p>
        </w:tc>
        <w:tc>
          <w:tcPr>
            <w:tcW w:w="5755" w:type="dxa"/>
          </w:tcPr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  <w:r w:rsidRPr="001544C5">
              <w:rPr>
                <w:rFonts w:ascii="Calibri" w:hAnsi="Calibri" w:cs="Calibri"/>
                <w:color w:val="0F243E"/>
                <w:szCs w:val="20"/>
              </w:rPr>
              <w:t xml:space="preserve">6) A park wants to put a fence around their soccer fields. Each field is 75 yards long and 55 yards wide. </w:t>
            </w: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  <w:r w:rsidRPr="001544C5">
              <w:rPr>
                <w:rFonts w:ascii="Calibri" w:hAnsi="Calibri" w:cs="Calibri"/>
                <w:color w:val="0F243E"/>
                <w:szCs w:val="20"/>
              </w:rPr>
              <w:t>a. How many yards of fencing will they need for 4 soccer fields?</w:t>
            </w: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</w:p>
          <w:p w:rsidR="00D67C30" w:rsidRPr="001544C5" w:rsidRDefault="00D67C30" w:rsidP="00C023C7">
            <w:pPr>
              <w:rPr>
                <w:rFonts w:ascii="Calibri" w:hAnsi="Calibri" w:cs="Calibri"/>
                <w:color w:val="0F243E"/>
                <w:szCs w:val="20"/>
              </w:rPr>
            </w:pPr>
            <w:r w:rsidRPr="001544C5">
              <w:rPr>
                <w:rFonts w:ascii="Calibri" w:hAnsi="Calibri" w:cs="Calibri"/>
                <w:color w:val="0F243E"/>
                <w:szCs w:val="20"/>
              </w:rPr>
              <w:t>b. What is the area of each soccer field?</w:t>
            </w:r>
          </w:p>
          <w:p w:rsidR="00D67C30" w:rsidRPr="001544C5" w:rsidRDefault="00D67C30" w:rsidP="00C023C7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DE7BE4" w:rsidRPr="001544C5" w:rsidTr="00B3256E">
        <w:tc>
          <w:tcPr>
            <w:tcW w:w="5147" w:type="dxa"/>
          </w:tcPr>
          <w:p w:rsidR="00DE7BE4" w:rsidRPr="001544C5" w:rsidRDefault="00DE7BE4" w:rsidP="00C43A21">
            <w:pPr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7)</w:t>
            </w:r>
            <w:r w:rsidRPr="001544C5">
              <w:rPr>
                <w:rFonts w:ascii="Calibri" w:hAnsi="Calibri" w:cs="Calibri"/>
              </w:rPr>
              <w:t xml:space="preserve"> 1 cm by 1 cm corners have been cut out of the 7 cm by 4 cm figure below. Find the perimeter and area. </w:t>
            </w:r>
          </w:p>
          <w:p w:rsidR="00DE7BE4" w:rsidRPr="001544C5" w:rsidRDefault="00DE7BE4" w:rsidP="00C60A52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DE7BE4" w:rsidRDefault="003235A4" w:rsidP="00C60A5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</w:r>
            <w:r>
              <w:rPr>
                <w:rFonts w:ascii="Calibri" w:hAnsi="Calibri" w:cs="Calibri"/>
                <w:noProof/>
              </w:rPr>
              <w:pict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AutoShape 177" o:spid="_x0000_s1032" type="#_x0000_t11" style="width:99pt;height:4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" filled="f" fillcolor="#9bc1ff" strokeweight="1pt">
                  <v:fill color2="#3f80cd" focus="100%" type="gradient">
                    <o:fill v:ext="view" type="gradientUnscaled"/>
                  </v:fill>
                  <v:shadow on="t" opacity="22938f" offset="0"/>
                  <v:textbox inset=",7.2pt,,7.2pt"/>
                  <w10:wrap type="none"/>
                  <w10:anchorlock/>
                </v:shape>
              </w:pict>
            </w:r>
          </w:p>
          <w:p w:rsidR="00DE7BE4" w:rsidRDefault="00DE7BE4" w:rsidP="00C60A52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Area: ___________</w:t>
            </w:r>
          </w:p>
          <w:p w:rsidR="00DE7BE4" w:rsidRPr="00F071FB" w:rsidRDefault="00DE7BE4" w:rsidP="00C60A52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Perimeter: _________</w:t>
            </w:r>
          </w:p>
        </w:tc>
        <w:tc>
          <w:tcPr>
            <w:tcW w:w="5755" w:type="dxa"/>
          </w:tcPr>
          <w:p w:rsidR="00DE7BE4" w:rsidRPr="001544C5" w:rsidRDefault="00DE7BE4" w:rsidP="00C60A52">
            <w:pPr>
              <w:rPr>
                <w:rFonts w:ascii="Calibri" w:eastAsia="MS Mincho" w:hAnsi="Calibri" w:cs="Calibri"/>
                <w:bCs/>
                <w:szCs w:val="22"/>
              </w:rPr>
            </w:pPr>
            <w:r>
              <w:rPr>
                <w:rFonts w:ascii="Calibri" w:hAnsi="Calibri" w:cs="Arial"/>
              </w:rPr>
              <w:t xml:space="preserve">8) </w:t>
            </w:r>
            <w:r w:rsidRPr="001544C5">
              <w:rPr>
                <w:rFonts w:ascii="Calibri" w:eastAsia="MS Mincho" w:hAnsi="Calibri" w:cs="Calibri"/>
                <w:bCs/>
                <w:szCs w:val="22"/>
              </w:rPr>
              <w:t>What is the area of the rectangle below?</w:t>
            </w:r>
          </w:p>
          <w:p w:rsidR="00DE7BE4" w:rsidRPr="001544C5" w:rsidRDefault="00DE7BE4" w:rsidP="00C60A52">
            <w:pPr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DE7BE4" w:rsidRPr="001544C5" w:rsidRDefault="003235A4" w:rsidP="00C60A52">
            <w:pPr>
              <w:rPr>
                <w:rFonts w:ascii="Calibri" w:eastAsia="MS Mincho" w:hAnsi="Calibri" w:cs="Calibri"/>
                <w:b/>
                <w:bCs/>
                <w:szCs w:val="22"/>
              </w:rPr>
            </w:pPr>
            <w:r>
              <w:rPr>
                <w:rFonts w:ascii="Calibri" w:eastAsia="MS Mincho" w:hAnsi="Calibri" w:cs="Calibri"/>
                <w:b/>
                <w:bCs/>
                <w:noProof/>
                <w:szCs w:val="22"/>
              </w:rPr>
              <w:pict>
                <v:rect id="Rectangle 178" o:spid="_x0000_s1031" style="position:absolute;margin-left:22.2pt;margin-top:19.55pt;width:110.55pt;height:54.4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"/>
              </w:pict>
            </w:r>
            <w:r w:rsidR="00DE7BE4" w:rsidRPr="001544C5">
              <w:rPr>
                <w:rFonts w:ascii="Calibri" w:eastAsia="MS Mincho" w:hAnsi="Calibri" w:cs="Calibri"/>
                <w:b/>
                <w:bCs/>
                <w:szCs w:val="22"/>
              </w:rPr>
              <w:tab/>
              <w:t xml:space="preserve">         </w:t>
            </w:r>
            <w:r w:rsidR="00DE7BE4" w:rsidRPr="001544C5">
              <w:rPr>
                <w:rFonts w:ascii="Calibri" w:eastAsia="MS Mincho" w:hAnsi="Calibri" w:cs="Calibri"/>
                <w:b/>
                <w:bCs/>
                <w:position w:val="-2"/>
                <w:szCs w:val="22"/>
              </w:rPr>
              <w:object w:dxaOrig="640" w:dyaOrig="200">
                <v:shape id="_x0000_i1026" type="#_x0000_t75" style="width:32.25pt;height:9.75pt" o:ole="">
                  <v:imagedata r:id="rId9" o:title=""/>
                </v:shape>
                <o:OLEObject Type="Embed" ProgID="Equation.3" ShapeID="_x0000_i1026" DrawAspect="Content" ObjectID="_1475873623" r:id="rId10"/>
              </w:object>
            </w:r>
          </w:p>
          <w:p w:rsidR="00DE7BE4" w:rsidRPr="001544C5" w:rsidRDefault="00DE7BE4" w:rsidP="00C60A52">
            <w:pPr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DE7BE4" w:rsidRPr="001544C5" w:rsidRDefault="00DE7BE4" w:rsidP="00C60A52">
            <w:pPr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DE7BE4" w:rsidRPr="001544C5" w:rsidRDefault="00DE7BE4" w:rsidP="00C60A52">
            <w:pPr>
              <w:spacing w:line="276" w:lineRule="auto"/>
              <w:outlineLvl w:val="0"/>
              <w:rPr>
                <w:rFonts w:ascii="Calibri" w:eastAsia="MS Mincho" w:hAnsi="Calibri" w:cs="Calibri"/>
                <w:b/>
                <w:bCs/>
                <w:szCs w:val="22"/>
              </w:rPr>
            </w:pPr>
            <w:r w:rsidRPr="001544C5">
              <w:rPr>
                <w:rFonts w:ascii="Calibri" w:eastAsia="MS Mincho" w:hAnsi="Calibri" w:cs="Calibri"/>
                <w:b/>
                <w:bCs/>
                <w:szCs w:val="22"/>
              </w:rPr>
              <w:tab/>
            </w:r>
            <w:r w:rsidRPr="001544C5">
              <w:rPr>
                <w:rFonts w:ascii="Calibri" w:eastAsia="MS Mincho" w:hAnsi="Calibri" w:cs="Calibri"/>
                <w:b/>
                <w:bCs/>
                <w:szCs w:val="22"/>
              </w:rPr>
              <w:tab/>
            </w:r>
            <w:r w:rsidRPr="001544C5">
              <w:rPr>
                <w:rFonts w:ascii="Calibri" w:eastAsia="MS Mincho" w:hAnsi="Calibri" w:cs="Calibri"/>
                <w:b/>
                <w:bCs/>
                <w:szCs w:val="22"/>
              </w:rPr>
              <w:tab/>
            </w:r>
            <w:r w:rsidRPr="001544C5">
              <w:rPr>
                <w:rFonts w:ascii="Calibri" w:eastAsia="MS Mincho" w:hAnsi="Calibri" w:cs="Calibri"/>
                <w:b/>
                <w:bCs/>
                <w:szCs w:val="22"/>
              </w:rPr>
              <w:tab/>
            </w:r>
            <w:r w:rsidRPr="001544C5">
              <w:rPr>
                <w:rFonts w:ascii="Calibri" w:eastAsia="MS Mincho" w:hAnsi="Calibri" w:cs="Calibri"/>
                <w:b/>
                <w:bCs/>
                <w:position w:val="-2"/>
                <w:szCs w:val="22"/>
              </w:rPr>
              <w:object w:dxaOrig="640" w:dyaOrig="200">
                <v:shape id="_x0000_i1027" type="#_x0000_t75" style="width:32.25pt;height:9.75pt" o:ole="">
                  <v:imagedata r:id="rId11" o:title=""/>
                </v:shape>
                <o:OLEObject Type="Embed" ProgID="Equation.3" ShapeID="_x0000_i1027" DrawAspect="Content" ObjectID="_1475873624" r:id="rId12"/>
              </w:object>
            </w:r>
          </w:p>
          <w:p w:rsidR="00DE7BE4" w:rsidRPr="001544C5" w:rsidRDefault="00DE7BE4" w:rsidP="00C60A52">
            <w:pPr>
              <w:spacing w:line="276" w:lineRule="auto"/>
              <w:outlineLvl w:val="0"/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DE7BE4" w:rsidRDefault="00DE7BE4" w:rsidP="00C60A52">
            <w:pPr>
              <w:spacing w:line="276" w:lineRule="auto"/>
              <w:outlineLvl w:val="0"/>
              <w:rPr>
                <w:rFonts w:ascii="Calibri" w:eastAsia="MS Mincho" w:hAnsi="Calibri" w:cs="Calibri"/>
                <w:b/>
                <w:bCs/>
                <w:szCs w:val="22"/>
              </w:rPr>
            </w:pPr>
          </w:p>
          <w:p w:rsidR="00DE7BE4" w:rsidRPr="00F071FB" w:rsidRDefault="00DE7BE4" w:rsidP="00C60A52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</w:tr>
      <w:tr w:rsidR="00ED2112" w:rsidTr="00B3256E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12" w:rsidRDefault="00ED2112" w:rsidP="00CF6299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lastRenderedPageBreak/>
              <w:t>9)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DE7BE4">
              <w:rPr>
                <w:rFonts w:ascii="Calibri" w:hAnsi="Calibri" w:cs="Calibri"/>
                <w:szCs w:val="20"/>
              </w:rPr>
              <w:t>Linoleum floor tiles are each 1-foot square. What is the minimum number of these tiles needed to tile the entire floor of a 13-foot-by-15-foot rectangular kitchen and a 6-foot-by-8-foot rectangular bathroom?</w:t>
            </w:r>
          </w:p>
          <w:p w:rsidR="00ED2112" w:rsidRDefault="00ED2112" w:rsidP="00CF6299">
            <w:pPr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12" w:rsidRPr="00C66582" w:rsidRDefault="00ED2112" w:rsidP="00CF6299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Cs w:val="20"/>
              </w:rPr>
              <w:t>10</w:t>
            </w:r>
            <w:r>
              <w:rPr>
                <w:rFonts w:ascii="Calibri" w:hAnsi="Calibri" w:cs="Calibri"/>
                <w:szCs w:val="20"/>
              </w:rPr>
              <w:t xml:space="preserve">) </w:t>
            </w:r>
            <w:r w:rsidRPr="00C66582">
              <w:rPr>
                <w:rFonts w:ascii="Calibri" w:hAnsi="Calibri" w:cs="Calibri"/>
              </w:rPr>
              <w:t>A s</w:t>
            </w:r>
            <w:r>
              <w:rPr>
                <w:rFonts w:ascii="Calibri" w:hAnsi="Calibri" w:cs="Calibri"/>
              </w:rPr>
              <w:t>quare has area of 144</w:t>
            </w:r>
            <w:r w:rsidRPr="00C66582">
              <w:rPr>
                <w:rFonts w:ascii="Calibri" w:hAnsi="Calibri" w:cs="Calibri"/>
              </w:rPr>
              <w:t xml:space="preserve"> in</w:t>
            </w:r>
            <w:r w:rsidRPr="00C66582">
              <w:rPr>
                <w:rFonts w:ascii="Calibri" w:hAnsi="Calibri" w:cs="Calibri"/>
                <w:vertAlign w:val="superscript"/>
              </w:rPr>
              <w:t>2</w:t>
            </w:r>
            <w:r w:rsidRPr="00C66582">
              <w:rPr>
                <w:rFonts w:ascii="Calibri" w:hAnsi="Calibri" w:cs="Calibri"/>
              </w:rPr>
              <w:t>. Find the side length and perimeter of the square.</w:t>
            </w:r>
          </w:p>
          <w:p w:rsidR="00ED2112" w:rsidRDefault="00ED2112" w:rsidP="00CF6299">
            <w:pPr>
              <w:ind w:right="157"/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ind w:right="157"/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ind w:right="157"/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ind w:right="157"/>
              <w:rPr>
                <w:rFonts w:ascii="Calibri" w:hAnsi="Calibri" w:cs="Calibri"/>
                <w:szCs w:val="20"/>
              </w:rPr>
            </w:pPr>
          </w:p>
          <w:p w:rsidR="00ED2112" w:rsidRDefault="00ED2112" w:rsidP="00CF6299">
            <w:pPr>
              <w:ind w:right="157"/>
              <w:rPr>
                <w:rFonts w:ascii="Calibri" w:hAnsi="Calibri" w:cs="Calibri"/>
                <w:szCs w:val="20"/>
              </w:rPr>
            </w:pPr>
          </w:p>
        </w:tc>
      </w:tr>
      <w:tr w:rsidR="00B3256E" w:rsidRPr="00F071FB" w:rsidTr="00B3256E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Pr="00B3256E" w:rsidRDefault="00C43A21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11</w:t>
            </w:r>
            <w:r w:rsidR="00B3256E" w:rsidRPr="00B3256E">
              <w:rPr>
                <w:rFonts w:ascii="Calibri" w:hAnsi="Calibri" w:cs="Arial"/>
              </w:rPr>
              <w:t>) A small highway billboard has dimensions 14 ft tall and 48 ft wide</w:t>
            </w:r>
            <w:proofErr w:type="gramStart"/>
            <w:r w:rsidR="00B3256E" w:rsidRPr="00B3256E">
              <w:rPr>
                <w:rFonts w:ascii="Calibri" w:hAnsi="Calibri" w:cs="Arial"/>
              </w:rPr>
              <w:t xml:space="preserve">.  </w:t>
            </w:r>
            <w:proofErr w:type="gramEnd"/>
            <w:r w:rsidR="00B3256E" w:rsidRPr="00B3256E">
              <w:rPr>
                <w:rFonts w:ascii="Calibri" w:hAnsi="Calibri" w:cs="Arial"/>
              </w:rPr>
              <w:t>For an extra fee, advertisers can purchase a large billboard whose dimensions are twice those of the small billboard.  In square feet, what is the area of the large billboard?</w:t>
            </w:r>
          </w:p>
          <w:p w:rsidR="00B3256E" w:rsidRP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P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3256E" w:rsidRPr="00F071FB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Pr="00B3256E" w:rsidRDefault="00C43A21" w:rsidP="00B3256E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</w:t>
            </w:r>
            <w:r w:rsidR="00B3256E" w:rsidRPr="00B3256E">
              <w:rPr>
                <w:rFonts w:ascii="Calibri" w:hAnsi="Calibri" w:cs="Arial"/>
              </w:rPr>
              <w:t>) A rectangular piece of wood (shown below) has five, 2 inch by 2 inch squares cut out of it</w:t>
            </w:r>
            <w:proofErr w:type="gramStart"/>
            <w:r w:rsidR="00B3256E" w:rsidRPr="00B3256E">
              <w:rPr>
                <w:rFonts w:ascii="Calibri" w:hAnsi="Calibri" w:cs="Arial"/>
              </w:rPr>
              <w:t xml:space="preserve">.  </w:t>
            </w:r>
            <w:proofErr w:type="gramEnd"/>
            <w:r w:rsidR="00B3256E" w:rsidRPr="00B3256E">
              <w:rPr>
                <w:rFonts w:ascii="Calibri" w:hAnsi="Calibri" w:cs="Arial"/>
              </w:rPr>
              <w:t>What is the new area of the rectangular piece of wood in square inches?</w:t>
            </w:r>
          </w:p>
          <w:p w:rsidR="00B3256E" w:rsidRPr="00F071FB" w:rsidRDefault="00B3256E" w:rsidP="00B3256E">
            <w:pPr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1847850" cy="1228725"/>
                  <wp:effectExtent l="0" t="0" r="0" b="9525"/>
                  <wp:docPr id="7" name="Picture 7" descr="Description: IA #2 (#78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scription: IA #2 (#78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56E" w:rsidRPr="00F071FB" w:rsidTr="00B3256E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Default="00C43A21" w:rsidP="00B325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  <w:r w:rsidR="00B3256E">
              <w:rPr>
                <w:rFonts w:ascii="Calibri" w:hAnsi="Calibri" w:cs="Calibri"/>
              </w:rPr>
              <w:t>)</w:t>
            </w:r>
            <w:r w:rsidR="00B3256E">
              <w:rPr>
                <w:noProof/>
              </w:rPr>
              <w:t xml:space="preserve"> On a number line, the coordinate of point A is 25 and the coordinate of point B is -5. What is the coordinate of the midpoint of line segment AB?</w:t>
            </w:r>
          </w:p>
          <w:p w:rsidR="00B3256E" w:rsidRPr="00B3256E" w:rsidRDefault="00B3256E" w:rsidP="00B3256E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6E" w:rsidRDefault="00C43A21" w:rsidP="00B325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  <w:r w:rsidR="00B3256E" w:rsidRPr="00A74D5B">
              <w:rPr>
                <w:rFonts w:ascii="Calibri" w:hAnsi="Calibri" w:cs="Calibri"/>
              </w:rPr>
              <w:t>)</w:t>
            </w:r>
            <w:r w:rsidR="00B3256E">
              <w:rPr>
                <w:rFonts w:ascii="Calibri" w:hAnsi="Calibri" w:cs="Calibri"/>
              </w:rPr>
              <w:t xml:space="preserve"> </w:t>
            </w:r>
            <w:r w:rsidR="00B3256E" w:rsidRPr="00A74D5B">
              <w:rPr>
                <w:rFonts w:ascii="Calibri" w:hAnsi="Calibri" w:cs="Calibri"/>
              </w:rPr>
              <w:t xml:space="preserve"> </w:t>
            </w:r>
            <w:r w:rsidR="00B3256E">
              <w:rPr>
                <w:rFonts w:ascii="Calibri" w:hAnsi="Calibri" w:cs="Calibri"/>
              </w:rPr>
              <w:t>What is the equation of the line that passes through (8</w:t>
            </w:r>
            <w:proofErr w:type="gramStart"/>
            <w:r w:rsidR="00B3256E">
              <w:rPr>
                <w:rFonts w:ascii="Calibri" w:hAnsi="Calibri" w:cs="Calibri"/>
              </w:rPr>
              <w:t>,4</w:t>
            </w:r>
            <w:proofErr w:type="gramEnd"/>
            <w:r w:rsidR="00B3256E">
              <w:rPr>
                <w:rFonts w:ascii="Calibri" w:hAnsi="Calibri" w:cs="Calibri"/>
              </w:rPr>
              <w:t xml:space="preserve">) and is perpendicular to </w:t>
            </w:r>
            <m:oMath>
              <m:r>
                <w:rPr>
                  <w:rFonts w:ascii="Cambria Math" w:hAnsi="Cambria Math" w:cs="Calibri"/>
                </w:rPr>
                <m:t>16=2y+4x</m:t>
              </m:r>
            </m:oMath>
            <w:r w:rsidR="00B3256E">
              <w:rPr>
                <w:rFonts w:ascii="Calibri" w:hAnsi="Calibri" w:cs="Calibri"/>
              </w:rPr>
              <w:t>?</w:t>
            </w: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Default="00B3256E" w:rsidP="00B3256E">
            <w:pPr>
              <w:rPr>
                <w:rFonts w:ascii="Calibri" w:hAnsi="Calibri" w:cs="Arial"/>
              </w:rPr>
            </w:pPr>
          </w:p>
          <w:p w:rsidR="00B3256E" w:rsidRPr="00B3256E" w:rsidRDefault="00B3256E" w:rsidP="00B3256E">
            <w:pPr>
              <w:rPr>
                <w:rFonts w:ascii="Calibri" w:hAnsi="Calibri" w:cs="Arial"/>
              </w:rPr>
            </w:pPr>
          </w:p>
        </w:tc>
      </w:tr>
      <w:tr w:rsidR="00C43A21" w:rsidRPr="00F071FB" w:rsidTr="00A92E3E">
        <w:tc>
          <w:tcPr>
            <w:tcW w:w="10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21" w:rsidRPr="00F41FBC" w:rsidRDefault="00C43A21" w:rsidP="00C43A21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15</w:t>
            </w:r>
            <w:r w:rsidRPr="00BA0876">
              <w:rPr>
                <w:rFonts w:ascii="Calibri" w:hAnsi="Calibri" w:cs="Calibri"/>
              </w:rPr>
              <w:t xml:space="preserve">) </w:t>
            </w:r>
            <w:r w:rsidRPr="00F41FBC">
              <w:rPr>
                <w:rFonts w:ascii="Calibri" w:hAnsi="Calibri" w:cs="Calibri"/>
              </w:rPr>
              <w:t>In the square below, 1 ft by 1 ft</w:t>
            </w:r>
            <w:proofErr w:type="gramEnd"/>
            <w:r w:rsidRPr="00F41FBC">
              <w:rPr>
                <w:rFonts w:ascii="Calibri" w:hAnsi="Calibri" w:cs="Calibri"/>
              </w:rPr>
              <w:t xml:space="preserve"> corners have been cut out. Find the perimeter and area of the remaining figure.  </w:t>
            </w:r>
          </w:p>
          <w:p w:rsidR="00C43A21" w:rsidRPr="00F41FBC" w:rsidRDefault="00C43A21" w:rsidP="00C43A21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</w:r>
            <w:r>
              <w:rPr>
                <w:rFonts w:ascii="Calibri" w:hAnsi="Calibri" w:cs="Calibri"/>
              </w:rPr>
              <w:pict>
                <v:group id="_x0000_s1034" style="width:66pt;height:1in;mso-position-horizontal-relative:char;mso-position-vertical-relative:line" coordorigin="5230,1800" coordsize="1320,1440" wrapcoords="3927 0 3681 675 3436 3600 0 3825 -981 4500 -981 13275 245 14175 3436 14400 3681 17550 14481 17550 14727 17550 14972 14400 17918 14175 19390 13050 19390 4950 18163 3825 14972 3600 14727 675 13990 0 3927 0">
                  <v:shape id="_x0000_s1035" type="#_x0000_t11" style="position:absolute;left:5230;top:1800;width:1100;height:1080;mso-wrap-edited:f" wrapcoords="4734 0 4438 900 4142 4800 0 5100 -1183 6000 -1183 17700 295 18900 4142 19200 4438 23400 17457 23400 17753 23400 18049 19200 21600 18900 23375 17400 23375 6600 21895 5100 18049 4800 17753 900 16865 0 4734 0" fillcolor="#bfbfbf" strokeweight="1pt">
                    <v:fill o:detectmouseclick="t"/>
                    <v:shadow on="t" opacity="22938f" offset="0"/>
                    <v:textbox inset=",7.2pt,,7.2p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6" type="#_x0000_t202" style="position:absolute;left:5560;top:2700;width:550;height:540;mso-wrap-edited:f" wrapcoords="0 0 21600 0 21600 21600 0 21600 0 0" filled="f" stroked="f">
                    <v:fill o:detectmouseclick="t"/>
                    <v:textbox inset=",7.2pt,,7.2pt">
                      <w:txbxContent>
                        <w:p w:rsidR="00C43A21" w:rsidRPr="007034D7" w:rsidRDefault="00C43A21" w:rsidP="00C43A21">
                          <w:pPr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1037" type="#_x0000_t202" style="position:absolute;left:6000;top:2520;width:550;height:540;mso-wrap-edited:f" wrapcoords="0 0 21600 0 21600 21600 0 21600 0 0" filled="f" stroked="f">
                    <v:fill o:detectmouseclick="t"/>
                    <v:textbox inset=",7.2pt,,7.2pt">
                      <w:txbxContent>
                        <w:p w:rsidR="00C43A21" w:rsidRPr="007034D7" w:rsidRDefault="00C43A21" w:rsidP="00C43A21">
                          <w:pPr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1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  <w:p w:rsidR="00C43A21" w:rsidRDefault="00C43A21" w:rsidP="00C43A21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AA4448">
              <w:rPr>
                <w:rFonts w:ascii="Calibri" w:hAnsi="Calibri" w:cs="Calibri"/>
              </w:rPr>
              <w:t>Perimeter: ______</w:t>
            </w:r>
            <w:r>
              <w:rPr>
                <w:rFonts w:ascii="Calibri" w:hAnsi="Calibri" w:cs="Calibri"/>
              </w:rPr>
              <w:t xml:space="preserve">                </w:t>
            </w:r>
          </w:p>
          <w:p w:rsidR="00C43A21" w:rsidRPr="00A74D5B" w:rsidRDefault="00C43A21" w:rsidP="00C43A21">
            <w:pPr>
              <w:rPr>
                <w:rFonts w:ascii="Calibri" w:hAnsi="Calibri" w:cs="Calibri"/>
              </w:rPr>
            </w:pPr>
            <w:r w:rsidRPr="00AA4448">
              <w:rPr>
                <w:rFonts w:ascii="Calibri" w:hAnsi="Calibri" w:cs="Calibri"/>
              </w:rPr>
              <w:t>Area: _______</w:t>
            </w:r>
          </w:p>
        </w:tc>
      </w:tr>
    </w:tbl>
    <w:p w:rsidR="00D87DFE" w:rsidRPr="00D44A6D" w:rsidRDefault="00D87DFE" w:rsidP="00933099">
      <w:pPr>
        <w:spacing w:after="120"/>
        <w:outlineLvl w:val="0"/>
        <w:rPr>
          <w:rFonts w:ascii="Calibri" w:hAnsi="Calibri"/>
          <w:szCs w:val="20"/>
        </w:rPr>
      </w:pPr>
    </w:p>
    <w:sectPr w:rsidR="00D87DFE" w:rsidRPr="00D44A6D" w:rsidSect="009C5306">
      <w:footerReference w:type="default" r:id="rId14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5CD" w:rsidRDefault="00A875CD">
      <w:r>
        <w:separator/>
      </w:r>
    </w:p>
  </w:endnote>
  <w:endnote w:type="continuationSeparator" w:id="0">
    <w:p w:rsidR="00A875CD" w:rsidRDefault="00A8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06" w:rsidRPr="00C43A21" w:rsidRDefault="00C43A21" w:rsidP="00C43A21">
    <w:pPr>
      <w:pStyle w:val="Footer"/>
      <w:jc w:val="center"/>
    </w:pPr>
    <w:r>
      <w:rPr>
        <w:noProof/>
        <w:lang w:val="en-US" w:eastAsia="en-US"/>
      </w:rPr>
      <w:drawing>
        <wp:inline distT="0" distB="0" distL="0" distR="0">
          <wp:extent cx="1762125" cy="342900"/>
          <wp:effectExtent l="19050" t="0" r="9525" b="0"/>
          <wp:docPr id="1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5CD" w:rsidRDefault="00A875CD">
      <w:r>
        <w:separator/>
      </w:r>
    </w:p>
  </w:footnote>
  <w:footnote w:type="continuationSeparator" w:id="0">
    <w:p w:rsidR="00A875CD" w:rsidRDefault="00A875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1C8C7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2"/>
  </w:num>
  <w:num w:numId="4">
    <w:abstractNumId w:val="9"/>
  </w:num>
  <w:num w:numId="5">
    <w:abstractNumId w:val="15"/>
  </w:num>
  <w:num w:numId="6">
    <w:abstractNumId w:val="13"/>
  </w:num>
  <w:num w:numId="7">
    <w:abstractNumId w:val="3"/>
  </w:num>
  <w:num w:numId="8">
    <w:abstractNumId w:val="7"/>
  </w:num>
  <w:num w:numId="9">
    <w:abstractNumId w:val="23"/>
  </w:num>
  <w:num w:numId="10">
    <w:abstractNumId w:val="17"/>
  </w:num>
  <w:num w:numId="11">
    <w:abstractNumId w:val="19"/>
  </w:num>
  <w:num w:numId="12">
    <w:abstractNumId w:val="6"/>
  </w:num>
  <w:num w:numId="13">
    <w:abstractNumId w:val="1"/>
  </w:num>
  <w:num w:numId="14">
    <w:abstractNumId w:val="21"/>
  </w:num>
  <w:num w:numId="15">
    <w:abstractNumId w:val="11"/>
  </w:num>
  <w:num w:numId="16">
    <w:abstractNumId w:val="18"/>
  </w:num>
  <w:num w:numId="17">
    <w:abstractNumId w:val="14"/>
  </w:num>
  <w:num w:numId="18">
    <w:abstractNumId w:val="2"/>
  </w:num>
  <w:num w:numId="19">
    <w:abstractNumId w:val="12"/>
  </w:num>
  <w:num w:numId="20">
    <w:abstractNumId w:val="24"/>
  </w:num>
  <w:num w:numId="21">
    <w:abstractNumId w:val="5"/>
  </w:num>
  <w:num w:numId="22">
    <w:abstractNumId w:val="0"/>
  </w:num>
  <w:num w:numId="23">
    <w:abstractNumId w:val="16"/>
  </w:num>
  <w:num w:numId="24">
    <w:abstractNumId w:val="4"/>
  </w:num>
  <w:num w:numId="25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56B16"/>
    <w:rsid w:val="00092323"/>
    <w:rsid w:val="001238FF"/>
    <w:rsid w:val="00193AA0"/>
    <w:rsid w:val="001C2A6E"/>
    <w:rsid w:val="002F5CA4"/>
    <w:rsid w:val="003235A4"/>
    <w:rsid w:val="00356710"/>
    <w:rsid w:val="003744C6"/>
    <w:rsid w:val="0045307A"/>
    <w:rsid w:val="004E1D65"/>
    <w:rsid w:val="004F4694"/>
    <w:rsid w:val="004F4892"/>
    <w:rsid w:val="00524264"/>
    <w:rsid w:val="005679BC"/>
    <w:rsid w:val="005D7A8D"/>
    <w:rsid w:val="006053F8"/>
    <w:rsid w:val="00772BAB"/>
    <w:rsid w:val="007817D7"/>
    <w:rsid w:val="007D62A8"/>
    <w:rsid w:val="00817EE1"/>
    <w:rsid w:val="00876E15"/>
    <w:rsid w:val="008A2125"/>
    <w:rsid w:val="008F3DA1"/>
    <w:rsid w:val="00933099"/>
    <w:rsid w:val="009C5306"/>
    <w:rsid w:val="00A05874"/>
    <w:rsid w:val="00A61580"/>
    <w:rsid w:val="00A63747"/>
    <w:rsid w:val="00A875CD"/>
    <w:rsid w:val="00A943BA"/>
    <w:rsid w:val="00B3256E"/>
    <w:rsid w:val="00BB482B"/>
    <w:rsid w:val="00BE36D3"/>
    <w:rsid w:val="00C023C7"/>
    <w:rsid w:val="00C03D5C"/>
    <w:rsid w:val="00C13CD3"/>
    <w:rsid w:val="00C35146"/>
    <w:rsid w:val="00C351FC"/>
    <w:rsid w:val="00C43A21"/>
    <w:rsid w:val="00C60A52"/>
    <w:rsid w:val="00C87B92"/>
    <w:rsid w:val="00D0517C"/>
    <w:rsid w:val="00D1503F"/>
    <w:rsid w:val="00D50AAE"/>
    <w:rsid w:val="00D67C30"/>
    <w:rsid w:val="00D7507B"/>
    <w:rsid w:val="00D87DFE"/>
    <w:rsid w:val="00D94DE9"/>
    <w:rsid w:val="00DA0955"/>
    <w:rsid w:val="00DB0204"/>
    <w:rsid w:val="00DE7BE4"/>
    <w:rsid w:val="00E518B6"/>
    <w:rsid w:val="00E83BDA"/>
    <w:rsid w:val="00ED2112"/>
    <w:rsid w:val="00F51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1-Accent61">
    <w:name w:val="Medium List 1 - Accent 61"/>
    <w:basedOn w:val="Normal"/>
    <w:uiPriority w:val="34"/>
    <w:qFormat/>
    <w:rsid w:val="006B1927"/>
    <w:pPr>
      <w:ind w:left="720"/>
      <w:contextualSpacing/>
    </w:pPr>
  </w:style>
  <w:style w:type="paragraph" w:customStyle="1" w:styleId="LightList-Accent51">
    <w:name w:val="Light List - Accent 51"/>
    <w:basedOn w:val="Normal"/>
    <w:uiPriority w:val="34"/>
    <w:qFormat/>
    <w:rsid w:val="00741C52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5E4E7F"/>
    <w:pPr>
      <w:ind w:left="720"/>
    </w:pPr>
  </w:style>
  <w:style w:type="paragraph" w:customStyle="1" w:styleId="MediumGrid1-Accent22">
    <w:name w:val="Medium Grid 1 - Accent 22"/>
    <w:basedOn w:val="Normal"/>
    <w:qFormat/>
    <w:rsid w:val="00916AC6"/>
    <w:pPr>
      <w:ind w:left="720"/>
      <w:contextualSpacing/>
    </w:pPr>
  </w:style>
  <w:style w:type="paragraph" w:styleId="ListParagraph">
    <w:name w:val="List Paragraph"/>
    <w:basedOn w:val="Normal"/>
    <w:qFormat/>
    <w:rsid w:val="00C87B9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Darrell Tiénou-Gustafson</cp:lastModifiedBy>
  <cp:revision>3</cp:revision>
  <cp:lastPrinted>2012-10-08T23:09:00Z</cp:lastPrinted>
  <dcterms:created xsi:type="dcterms:W3CDTF">2014-10-27T05:05:00Z</dcterms:created>
  <dcterms:modified xsi:type="dcterms:W3CDTF">2014-10-27T05:05:00Z</dcterms:modified>
</cp:coreProperties>
</file>